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5E55F" w14:textId="368F8DE1"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14:paraId="65B5E562" w14:textId="77777777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E560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E561" w14:textId="77777777" w:rsidR="00C50CDB" w:rsidRPr="00C50CDB" w:rsidRDefault="005E3445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E3445">
              <w:rPr>
                <w:b/>
                <w:sz w:val="26"/>
                <w:szCs w:val="26"/>
                <w:lang w:val="en-US"/>
              </w:rPr>
              <w:t>203B_239</w:t>
            </w:r>
          </w:p>
        </w:tc>
      </w:tr>
      <w:tr w:rsidR="00C50CDB" w14:paraId="65B5E565" w14:textId="77777777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E563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E564" w14:textId="77777777" w:rsidR="00C50CDB" w:rsidRPr="005E3445" w:rsidRDefault="005E344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5E3445">
              <w:rPr>
                <w:b/>
                <w:sz w:val="26"/>
                <w:szCs w:val="26"/>
                <w:lang w:val="en-US"/>
              </w:rPr>
              <w:t>2045473</w:t>
            </w:r>
            <w:r w:rsidR="00C50CDB" w:rsidRPr="005E344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D34134" w14:paraId="4AA4E23C" w14:textId="77777777" w:rsidTr="0053733C">
        <w:trPr>
          <w:jc w:val="right"/>
        </w:trPr>
        <w:tc>
          <w:tcPr>
            <w:tcW w:w="5500" w:type="dxa"/>
            <w:hideMark/>
          </w:tcPr>
          <w:p w14:paraId="7F390C96" w14:textId="77777777" w:rsidR="00D34134" w:rsidRDefault="00D3413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D34134" w:rsidRPr="006A2A48" w14:paraId="24A40802" w14:textId="77777777" w:rsidTr="0053733C">
        <w:trPr>
          <w:jc w:val="right"/>
        </w:trPr>
        <w:tc>
          <w:tcPr>
            <w:tcW w:w="5500" w:type="dxa"/>
            <w:hideMark/>
          </w:tcPr>
          <w:p w14:paraId="3287F3E3" w14:textId="77777777" w:rsidR="00D34134" w:rsidRPr="006A2A48" w:rsidRDefault="00D34134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D34134" w:rsidRPr="006A2A48" w14:paraId="37E6B1DE" w14:textId="77777777" w:rsidTr="0053733C">
        <w:trPr>
          <w:jc w:val="right"/>
        </w:trPr>
        <w:tc>
          <w:tcPr>
            <w:tcW w:w="5500" w:type="dxa"/>
            <w:hideMark/>
          </w:tcPr>
          <w:p w14:paraId="43D40593" w14:textId="77777777" w:rsidR="00D34134" w:rsidRPr="006A2A48" w:rsidRDefault="00D34134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D34134" w:rsidRPr="006A2A48" w14:paraId="1670341A" w14:textId="77777777" w:rsidTr="0053733C">
        <w:trPr>
          <w:jc w:val="right"/>
        </w:trPr>
        <w:tc>
          <w:tcPr>
            <w:tcW w:w="5500" w:type="dxa"/>
            <w:hideMark/>
          </w:tcPr>
          <w:p w14:paraId="284266D8" w14:textId="77777777" w:rsidR="00D34134" w:rsidRPr="006A2A48" w:rsidRDefault="00D34134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D34134" w14:paraId="2AFE9079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698B95CC" w14:textId="77777777" w:rsidR="00D34134" w:rsidRDefault="00D3413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D34134" w:rsidRPr="006A2A48" w14:paraId="2CFB0F88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02F931E0" w14:textId="77777777" w:rsidR="00D34134" w:rsidRPr="006A2A48" w:rsidRDefault="00D34134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65B5E56B" w14:textId="77777777" w:rsidR="00C50CDB" w:rsidRPr="00CB6078" w:rsidRDefault="00C50CDB" w:rsidP="00C50CDB">
      <w:bookmarkStart w:id="1" w:name="_GoBack"/>
      <w:bookmarkEnd w:id="1"/>
    </w:p>
    <w:p w14:paraId="65B5E56C" w14:textId="77777777" w:rsidR="00C50CDB" w:rsidRPr="00CB6078" w:rsidRDefault="00C50CDB" w:rsidP="00C50CDB"/>
    <w:p w14:paraId="65B5E56D" w14:textId="77777777" w:rsidR="00C50CDB" w:rsidRPr="00CB6078" w:rsidRDefault="00C50CDB" w:rsidP="00C50CDB"/>
    <w:p w14:paraId="65B5E56E" w14:textId="77777777"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65B5E56F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232CF9">
        <w:rPr>
          <w:b/>
          <w:sz w:val="26"/>
          <w:szCs w:val="26"/>
        </w:rPr>
        <w:t>метизов</w:t>
      </w:r>
      <w:r w:rsidR="00953DD9" w:rsidRPr="00232CF9">
        <w:rPr>
          <w:b/>
          <w:sz w:val="26"/>
          <w:szCs w:val="26"/>
        </w:rPr>
        <w:t xml:space="preserve"> </w:t>
      </w:r>
      <w:r w:rsidR="00D47E70">
        <w:rPr>
          <w:b/>
          <w:sz w:val="26"/>
          <w:szCs w:val="26"/>
        </w:rPr>
        <w:t>(</w:t>
      </w:r>
      <w:r w:rsidR="00997B56" w:rsidRPr="00232CF9">
        <w:rPr>
          <w:b/>
          <w:sz w:val="26"/>
          <w:szCs w:val="26"/>
        </w:rPr>
        <w:t>Болт М12х30</w:t>
      </w:r>
      <w:r w:rsidR="00D47E70">
        <w:rPr>
          <w:b/>
          <w:sz w:val="26"/>
          <w:szCs w:val="26"/>
        </w:rPr>
        <w:t>)</w:t>
      </w:r>
      <w:r w:rsidR="00232CF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65B5E570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65B5E571" w14:textId="77777777"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5B5E572" w14:textId="77777777" w:rsidR="00D47E70" w:rsidRDefault="00D47E70" w:rsidP="00D47E7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65B5E573" w14:textId="77777777" w:rsidR="00D47E70" w:rsidRDefault="00D47E70" w:rsidP="00D47E7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5B5E574" w14:textId="77777777"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5B5E575" w14:textId="77777777" w:rsidR="00D47E70" w:rsidRDefault="00D47E70" w:rsidP="00D47E7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5B5E576" w14:textId="77777777"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5B5E577" w14:textId="77777777"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5B5E578" w14:textId="77777777"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5B5E579" w14:textId="77777777"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5B5E57A" w14:textId="77777777"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5B5E57B" w14:textId="77777777"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5B5E57C" w14:textId="2F21D8DB" w:rsidR="00D47E70" w:rsidRDefault="00D47E70" w:rsidP="00D47E7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D3413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5B5E57D" w14:textId="77777777" w:rsidR="00D47E70" w:rsidRDefault="00D47E70" w:rsidP="00D47E7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5B5E57E" w14:textId="77777777" w:rsidR="00D47E70" w:rsidRDefault="00D47E70" w:rsidP="00D47E7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65B5E57F" w14:textId="77777777" w:rsidR="00D47E70" w:rsidRDefault="00D47E70" w:rsidP="00D47E7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5B5E580" w14:textId="77777777" w:rsidR="00D47E70" w:rsidRDefault="00D47E70" w:rsidP="00D47E7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65B5E581" w14:textId="77777777" w:rsidR="00D47E70" w:rsidRDefault="00D47E70" w:rsidP="00D47E7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5B5E582" w14:textId="77777777" w:rsidR="00D47E70" w:rsidRDefault="00D47E70" w:rsidP="00D47E7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5B5E583" w14:textId="77777777"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5B5E584" w14:textId="77777777"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5B5E585" w14:textId="77777777" w:rsidR="00D47E70" w:rsidRDefault="00D47E70" w:rsidP="00D47E7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5B5E586" w14:textId="77777777" w:rsidR="00D47E70" w:rsidRDefault="00D47E70" w:rsidP="00D47E7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5B5E587" w14:textId="77777777" w:rsidR="00D47E70" w:rsidRDefault="00D47E70" w:rsidP="00D47E70">
      <w:pPr>
        <w:spacing w:line="276" w:lineRule="auto"/>
        <w:rPr>
          <w:sz w:val="24"/>
          <w:szCs w:val="24"/>
        </w:rPr>
      </w:pPr>
    </w:p>
    <w:p w14:paraId="65B5E588" w14:textId="77777777"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5B5E589" w14:textId="77777777"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5B5E58A" w14:textId="77777777"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5B5E58B" w14:textId="77777777"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5B5E58C" w14:textId="77777777"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5B5E58D" w14:textId="77777777"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5B5E58E" w14:textId="77777777"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5B5E58F" w14:textId="77777777"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5B5E590" w14:textId="77777777"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5B5E591" w14:textId="77777777"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5B5E592" w14:textId="77777777"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5B5E593" w14:textId="77777777" w:rsidR="00D47E70" w:rsidRDefault="00D47E70" w:rsidP="00D47E7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5B5E594" w14:textId="77777777" w:rsidR="00D47E70" w:rsidRDefault="00D47E70" w:rsidP="00D47E7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5B5E595" w14:textId="77777777" w:rsidR="00D47E70" w:rsidRDefault="00D47E70" w:rsidP="00D47E7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5B5E596" w14:textId="70128461"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D34134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5B5E597" w14:textId="77777777" w:rsidR="00D47E70" w:rsidRDefault="00D47E70" w:rsidP="00D47E7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5B5E598" w14:textId="77777777" w:rsidR="00D47E70" w:rsidRDefault="00D47E70" w:rsidP="00D47E70">
      <w:pPr>
        <w:rPr>
          <w:sz w:val="26"/>
          <w:szCs w:val="26"/>
        </w:rPr>
      </w:pPr>
    </w:p>
    <w:p w14:paraId="65B5E599" w14:textId="77777777" w:rsidR="00D47E70" w:rsidRDefault="00D47E70" w:rsidP="00D47E70">
      <w:pPr>
        <w:rPr>
          <w:sz w:val="26"/>
          <w:szCs w:val="26"/>
        </w:rPr>
      </w:pPr>
    </w:p>
    <w:p w14:paraId="2F54AE85" w14:textId="77777777" w:rsidR="00D34134" w:rsidRPr="00CB6078" w:rsidRDefault="00D34134" w:rsidP="00D34134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5B5E59C" w14:textId="77777777" w:rsidR="008F73A3" w:rsidRPr="00697DC5" w:rsidRDefault="008F73A3" w:rsidP="00D47E7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64349" w14:textId="77777777" w:rsidR="007917C7" w:rsidRDefault="007917C7">
      <w:r>
        <w:separator/>
      </w:r>
    </w:p>
  </w:endnote>
  <w:endnote w:type="continuationSeparator" w:id="0">
    <w:p w14:paraId="44C9528D" w14:textId="77777777" w:rsidR="007917C7" w:rsidRDefault="00791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D8A36" w14:textId="77777777" w:rsidR="007917C7" w:rsidRDefault="007917C7">
      <w:r>
        <w:separator/>
      </w:r>
    </w:p>
  </w:footnote>
  <w:footnote w:type="continuationSeparator" w:id="0">
    <w:p w14:paraId="092F57FF" w14:textId="77777777" w:rsidR="007917C7" w:rsidRDefault="00791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5E5A1" w14:textId="77777777" w:rsidR="00AD7048" w:rsidRDefault="00D832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5B5E5A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5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6C8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3A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03E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CF9"/>
    <w:rsid w:val="00232D46"/>
    <w:rsid w:val="00232E4A"/>
    <w:rsid w:val="00233357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372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3445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5B2A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3776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7C7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20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7B56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3A40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134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47E70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3202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887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5E5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3489B-528F-4029-AEC0-E5D81EEA3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911D43-974B-4907-99B4-B6E3BAA78F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7D0AB-44D3-48B1-88F7-6560BE1A2C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F3A560F-6DF9-4B83-87C1-3FB5DF73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2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2016-09-28T08:36:00Z</dcterms:created>
  <dcterms:modified xsi:type="dcterms:W3CDTF">2016-09-28T10:37:00Z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